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0C4616">
      <w:pPr>
        <w:ind w:left="12024"/>
        <w:jc w:val="center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0C4616">
        <w:rPr>
          <w:sz w:val="26"/>
          <w:szCs w:val="26"/>
        </w:rPr>
        <w:t>40</w:t>
      </w:r>
    </w:p>
    <w:p w:rsidR="00FD6E80" w:rsidRPr="00FF453D" w:rsidRDefault="00FD6E80" w:rsidP="000C4616">
      <w:pPr>
        <w:ind w:left="12024"/>
        <w:jc w:val="center"/>
        <w:rPr>
          <w:sz w:val="26"/>
          <w:szCs w:val="26"/>
        </w:rPr>
      </w:pPr>
      <w:r w:rsidRPr="00FF453D">
        <w:rPr>
          <w:sz w:val="26"/>
          <w:szCs w:val="26"/>
        </w:rPr>
        <w:t>к Закону Хабаровского края</w:t>
      </w:r>
      <w:r w:rsidR="00F54F5C">
        <w:rPr>
          <w:sz w:val="26"/>
          <w:szCs w:val="26"/>
        </w:rPr>
        <w:br/>
      </w:r>
      <w:r w:rsidR="00E23CB8" w:rsidRPr="00E23CB8">
        <w:rPr>
          <w:sz w:val="26"/>
          <w:szCs w:val="26"/>
        </w:rPr>
        <w:t>от 30.11.2023 № 441</w:t>
      </w:r>
    </w:p>
    <w:p w:rsidR="000A2CF4" w:rsidRPr="000C4616" w:rsidRDefault="00FD6E80" w:rsidP="000C4616">
      <w:pPr>
        <w:jc w:val="center"/>
        <w:rPr>
          <w:b/>
        </w:rPr>
      </w:pPr>
      <w:r w:rsidRPr="000C4616">
        <w:rPr>
          <w:b/>
        </w:rPr>
        <w:t>Распределение субвенций</w:t>
      </w:r>
    </w:p>
    <w:p w:rsidR="00FD6E80" w:rsidRPr="000C4616" w:rsidRDefault="00FD6E80" w:rsidP="000C4616">
      <w:pPr>
        <w:jc w:val="center"/>
        <w:rPr>
          <w:b/>
        </w:rPr>
      </w:pPr>
      <w:r w:rsidRPr="000C4616">
        <w:rPr>
          <w:b/>
        </w:rPr>
        <w:t>на реализацию Закона Хабаровского края от 14</w:t>
      </w:r>
      <w:r w:rsidR="00F859C0" w:rsidRPr="000C4616">
        <w:rPr>
          <w:b/>
        </w:rPr>
        <w:t xml:space="preserve"> ноября </w:t>
      </w:r>
      <w:r w:rsidRPr="000C4616">
        <w:rPr>
          <w:b/>
        </w:rPr>
        <w:t>2007</w:t>
      </w:r>
      <w:r w:rsidR="00F859C0" w:rsidRPr="000C4616">
        <w:rPr>
          <w:b/>
        </w:rPr>
        <w:t xml:space="preserve"> </w:t>
      </w:r>
      <w:r w:rsidR="00B51CBF" w:rsidRPr="000C4616">
        <w:rPr>
          <w:b/>
          <w:bCs/>
        </w:rPr>
        <w:t>года</w:t>
      </w:r>
      <w:r w:rsidRPr="000C4616">
        <w:rPr>
          <w:b/>
        </w:rPr>
        <w:t xml:space="preserve"> № 153</w:t>
      </w:r>
      <w:r w:rsidR="00C34E10" w:rsidRPr="000C4616">
        <w:rPr>
          <w:b/>
        </w:rPr>
        <w:t xml:space="preserve"> </w:t>
      </w:r>
      <w:r w:rsidRPr="000C4616">
        <w:rPr>
          <w:b/>
        </w:rPr>
        <w:t>«О наделении органов местного самоуправления</w:t>
      </w:r>
      <w:r w:rsidR="007E0844" w:rsidRPr="000C4616">
        <w:rPr>
          <w:b/>
        </w:rPr>
        <w:t xml:space="preserve"> </w:t>
      </w:r>
      <w:r w:rsidR="007E0844" w:rsidRPr="000C4616">
        <w:rPr>
          <w:b/>
          <w:bCs/>
        </w:rPr>
        <w:t>муниципальных образований</w:t>
      </w:r>
      <w:r w:rsidRPr="000C4616">
        <w:rPr>
          <w:b/>
        </w:rPr>
        <w:t xml:space="preserve"> Хабаровского края</w:t>
      </w:r>
      <w:r w:rsidR="000A2CF4" w:rsidRPr="000C4616">
        <w:rPr>
          <w:b/>
        </w:rPr>
        <w:t xml:space="preserve"> </w:t>
      </w:r>
      <w:r w:rsidRPr="000C4616">
        <w:rPr>
          <w:b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0C4616">
        <w:rPr>
          <w:b/>
        </w:rPr>
        <w:t>г</w:t>
      </w:r>
      <w:r w:rsidRPr="000C4616">
        <w:rPr>
          <w:b/>
        </w:rPr>
        <w:t xml:space="preserve">арантий прав граждан в </w:t>
      </w:r>
      <w:r w:rsidR="007E0844" w:rsidRPr="000C4616">
        <w:rPr>
          <w:b/>
        </w:rPr>
        <w:t>сфере</w:t>
      </w:r>
      <w:r w:rsidRPr="000C4616">
        <w:rPr>
          <w:b/>
        </w:rPr>
        <w:t xml:space="preserve"> образования» </w:t>
      </w:r>
      <w:r w:rsidR="003E6873" w:rsidRPr="000C4616">
        <w:rPr>
          <w:b/>
        </w:rPr>
        <w:t xml:space="preserve">на </w:t>
      </w:r>
      <w:r w:rsidR="006A6BB9" w:rsidRPr="000C4616">
        <w:rPr>
          <w:b/>
        </w:rPr>
        <w:t>20</w:t>
      </w:r>
      <w:r w:rsidR="00894286" w:rsidRPr="000C4616">
        <w:rPr>
          <w:b/>
        </w:rPr>
        <w:t>2</w:t>
      </w:r>
      <w:r w:rsidR="00C65F69" w:rsidRPr="000C4616">
        <w:rPr>
          <w:b/>
        </w:rPr>
        <w:t>6</w:t>
      </w:r>
      <w:r w:rsidR="003E6873" w:rsidRPr="000C4616">
        <w:rPr>
          <w:b/>
        </w:rPr>
        <w:t xml:space="preserve"> год</w:t>
      </w:r>
    </w:p>
    <w:p w:rsidR="00C34E10" w:rsidRPr="000C4616" w:rsidRDefault="00C34E10" w:rsidP="000C4616">
      <w:pPr>
        <w:ind w:right="111"/>
        <w:jc w:val="right"/>
        <w:rPr>
          <w:b/>
        </w:rPr>
      </w:pP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rPr>
          <w:b/>
        </w:rPr>
        <w:tab/>
      </w:r>
      <w:r w:rsidRPr="000C4616">
        <w:t>(тыс. рублей)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2188"/>
        <w:gridCol w:w="1927"/>
        <w:gridCol w:w="1839"/>
        <w:gridCol w:w="2962"/>
        <w:gridCol w:w="2142"/>
        <w:gridCol w:w="1983"/>
      </w:tblGrid>
      <w:tr w:rsidR="000C4616" w:rsidRPr="00B54AAA" w:rsidTr="000C4616">
        <w:trPr>
          <w:cantSplit/>
          <w:trHeight w:val="6666"/>
          <w:tblHeader/>
        </w:trPr>
        <w:tc>
          <w:tcPr>
            <w:tcW w:w="817" w:type="pct"/>
            <w:vAlign w:val="center"/>
          </w:tcPr>
          <w:p w:rsidR="00C56FDF" w:rsidRPr="000C4616" w:rsidRDefault="00C56FDF" w:rsidP="00AB118A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0C4616">
              <w:rPr>
                <w:sz w:val="23"/>
                <w:szCs w:val="23"/>
              </w:rPr>
              <w:t>Наименование муниципального образования</w:t>
            </w:r>
          </w:p>
        </w:tc>
        <w:tc>
          <w:tcPr>
            <w:tcW w:w="702" w:type="pct"/>
            <w:vAlign w:val="center"/>
          </w:tcPr>
          <w:p w:rsidR="00C56FDF" w:rsidRPr="000C4616" w:rsidRDefault="00C56FDF" w:rsidP="00AB118A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618" w:type="pct"/>
            <w:vAlign w:val="center"/>
          </w:tcPr>
          <w:p w:rsidR="00C56FDF" w:rsidRPr="000C4616" w:rsidRDefault="00C56FDF" w:rsidP="00AB118A">
            <w:pPr>
              <w:suppressAutoHyphens w:val="0"/>
              <w:spacing w:line="210" w:lineRule="exact"/>
              <w:ind w:left="-24" w:right="-19"/>
              <w:jc w:val="center"/>
              <w:rPr>
                <w:bCs/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>По выплате педагогическим работникам муниципальных образовательных организаций единовременных пособий, установленных част</w:t>
            </w:r>
            <w:r w:rsidR="000C4616">
              <w:rPr>
                <w:bCs/>
                <w:sz w:val="23"/>
                <w:szCs w:val="23"/>
              </w:rPr>
              <w:t>ью 1 статьи 1 Закона края от 14 февраля 2005 </w:t>
            </w:r>
            <w:r w:rsidRPr="000C4616">
              <w:rPr>
                <w:bCs/>
                <w:sz w:val="23"/>
                <w:szCs w:val="23"/>
              </w:rPr>
              <w:t xml:space="preserve">года № 261 </w:t>
            </w:r>
            <w:r w:rsidRPr="000C4616">
              <w:rPr>
                <w:sz w:val="23"/>
                <w:szCs w:val="23"/>
              </w:rPr>
              <w:t>«</w:t>
            </w:r>
            <w:r w:rsidR="000C4616">
              <w:rPr>
                <w:bCs/>
                <w:sz w:val="23"/>
                <w:szCs w:val="23"/>
              </w:rPr>
              <w:t>О </w:t>
            </w:r>
            <w:proofErr w:type="spellStart"/>
            <w:r w:rsidRPr="000C4616">
              <w:rPr>
                <w:bCs/>
                <w:sz w:val="23"/>
                <w:szCs w:val="23"/>
              </w:rPr>
              <w:t>дополнитель</w:t>
            </w:r>
            <w:r w:rsidR="000C4616">
              <w:rPr>
                <w:bCs/>
                <w:sz w:val="23"/>
                <w:szCs w:val="23"/>
              </w:rPr>
              <w:t>-</w:t>
            </w:r>
            <w:r w:rsidRPr="000C4616">
              <w:rPr>
                <w:bCs/>
                <w:sz w:val="23"/>
                <w:szCs w:val="23"/>
              </w:rPr>
              <w:t>ных</w:t>
            </w:r>
            <w:proofErr w:type="spellEnd"/>
            <w:r w:rsidRPr="000C4616">
              <w:rPr>
                <w:bCs/>
                <w:sz w:val="23"/>
                <w:szCs w:val="23"/>
              </w:rPr>
              <w:t xml:space="preserve"> мерах социальной поддержки педагогических работников и дополнительных мерах социальной поддержки и стимулирования отдельных категорий обучающихся</w:t>
            </w:r>
            <w:r w:rsidRPr="000C4616">
              <w:rPr>
                <w:sz w:val="23"/>
                <w:szCs w:val="23"/>
              </w:rPr>
              <w:t>»</w:t>
            </w:r>
          </w:p>
        </w:tc>
        <w:tc>
          <w:tcPr>
            <w:tcW w:w="590" w:type="pct"/>
            <w:vAlign w:val="center"/>
          </w:tcPr>
          <w:p w:rsidR="00C56FDF" w:rsidRPr="000C4616" w:rsidRDefault="00C56FDF" w:rsidP="00AB118A">
            <w:pPr>
              <w:suppressAutoHyphens w:val="0"/>
              <w:spacing w:line="210" w:lineRule="exact"/>
              <w:ind w:left="-55"/>
              <w:jc w:val="center"/>
              <w:rPr>
                <w:bCs/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>По обеспечению детей-сирот, детей, оставшихся без попечения родителей, и лиц из числа</w:t>
            </w:r>
          </w:p>
          <w:p w:rsidR="00C56FDF" w:rsidRPr="000C4616" w:rsidRDefault="00C56FDF" w:rsidP="00AB118A">
            <w:pPr>
              <w:suppressAutoHyphens w:val="0"/>
              <w:spacing w:line="210" w:lineRule="exact"/>
              <w:ind w:left="-55"/>
              <w:jc w:val="center"/>
              <w:rPr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>детей-сирот и детей, оставшихся без попечения родителей, обучающихся в муниципальных образователь</w:t>
            </w:r>
            <w:r w:rsidR="000C4616">
              <w:rPr>
                <w:bCs/>
                <w:sz w:val="23"/>
                <w:szCs w:val="23"/>
              </w:rPr>
              <w:t>-</w:t>
            </w:r>
            <w:proofErr w:type="spellStart"/>
            <w:r w:rsidRPr="000C4616">
              <w:rPr>
                <w:bCs/>
                <w:sz w:val="23"/>
                <w:szCs w:val="23"/>
              </w:rPr>
              <w:t>ных</w:t>
            </w:r>
            <w:proofErr w:type="spellEnd"/>
            <w:r w:rsidRPr="000C4616">
              <w:rPr>
                <w:bCs/>
                <w:sz w:val="23"/>
                <w:szCs w:val="23"/>
              </w:rPr>
              <w:t xml:space="preserve"> организациях по </w:t>
            </w:r>
            <w:r w:rsidRPr="000C4616">
              <w:rPr>
                <w:sz w:val="23"/>
                <w:szCs w:val="23"/>
                <w:lang w:eastAsia="ru-RU"/>
              </w:rPr>
              <w:t xml:space="preserve">основным </w:t>
            </w:r>
            <w:proofErr w:type="spellStart"/>
            <w:r w:rsidRPr="000C4616">
              <w:rPr>
                <w:sz w:val="23"/>
                <w:szCs w:val="23"/>
                <w:lang w:eastAsia="ru-RU"/>
              </w:rPr>
              <w:t>общеобразова</w:t>
            </w:r>
            <w:proofErr w:type="spellEnd"/>
            <w:r w:rsidR="000C4616">
              <w:rPr>
                <w:sz w:val="23"/>
                <w:szCs w:val="23"/>
                <w:lang w:eastAsia="ru-RU"/>
              </w:rPr>
              <w:t>-</w:t>
            </w:r>
            <w:r w:rsidRPr="000C4616">
              <w:rPr>
                <w:sz w:val="23"/>
                <w:szCs w:val="23"/>
                <w:lang w:eastAsia="ru-RU"/>
              </w:rPr>
              <w:t>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950" w:type="pct"/>
            <w:vAlign w:val="center"/>
          </w:tcPr>
          <w:p w:rsidR="00C56FDF" w:rsidRPr="000C4616" w:rsidRDefault="00C56FDF" w:rsidP="00AB118A">
            <w:pPr>
              <w:suppressAutoHyphens w:val="0"/>
              <w:spacing w:line="210" w:lineRule="exact"/>
              <w:ind w:left="-80" w:right="-77"/>
              <w:jc w:val="center"/>
              <w:rPr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 xml:space="preserve">По возмещению </w:t>
            </w:r>
            <w:r w:rsidRPr="000C4616">
              <w:rPr>
                <w:sz w:val="23"/>
                <w:szCs w:val="23"/>
              </w:rPr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Pr="000C4616">
                <w:rPr>
                  <w:sz w:val="23"/>
                  <w:szCs w:val="23"/>
                </w:rPr>
                <w:t>Законом</w:t>
              </w:r>
            </w:hyperlink>
            <w:r w:rsidR="000C4616">
              <w:rPr>
                <w:sz w:val="23"/>
                <w:szCs w:val="23"/>
              </w:rPr>
              <w:t xml:space="preserve"> края от 20 декабря 2006 </w:t>
            </w:r>
            <w:r w:rsidRPr="000C4616">
              <w:rPr>
                <w:sz w:val="23"/>
                <w:szCs w:val="23"/>
              </w:rPr>
              <w:t>года 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687" w:type="pct"/>
            <w:vAlign w:val="center"/>
          </w:tcPr>
          <w:p w:rsidR="00C56FDF" w:rsidRPr="000C4616" w:rsidRDefault="00C56FDF" w:rsidP="00AB118A">
            <w:pPr>
              <w:suppressAutoHyphens w:val="0"/>
              <w:spacing w:line="210" w:lineRule="exact"/>
              <w:ind w:right="-71"/>
              <w:jc w:val="center"/>
              <w:rPr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 xml:space="preserve">По выплате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</w:t>
            </w:r>
            <w:proofErr w:type="spellStart"/>
            <w:r w:rsidRPr="000C4616">
              <w:rPr>
                <w:bCs/>
                <w:sz w:val="23"/>
                <w:szCs w:val="23"/>
              </w:rPr>
              <w:t>общеобразователь</w:t>
            </w:r>
            <w:r w:rsidR="000C4616">
              <w:rPr>
                <w:bCs/>
                <w:sz w:val="23"/>
                <w:szCs w:val="23"/>
              </w:rPr>
              <w:t>-</w:t>
            </w:r>
            <w:r w:rsidRPr="000C4616">
              <w:rPr>
                <w:bCs/>
                <w:sz w:val="23"/>
                <w:szCs w:val="23"/>
              </w:rPr>
              <w:t>ные</w:t>
            </w:r>
            <w:proofErr w:type="spellEnd"/>
            <w:r w:rsidRPr="000C4616">
              <w:rPr>
                <w:bCs/>
                <w:sz w:val="23"/>
                <w:szCs w:val="23"/>
              </w:rPr>
              <w:t xml:space="preserve"> программы дошкольного образования, </w:t>
            </w:r>
            <w:r w:rsidRPr="000C4616">
              <w:rPr>
                <w:sz w:val="23"/>
                <w:szCs w:val="23"/>
              </w:rPr>
              <w:t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орган края, осуществляющий государственное управление в сфере образования</w:t>
            </w:r>
          </w:p>
        </w:tc>
        <w:tc>
          <w:tcPr>
            <w:tcW w:w="636" w:type="pct"/>
            <w:vAlign w:val="center"/>
          </w:tcPr>
          <w:p w:rsidR="00C56FDF" w:rsidRPr="000C4616" w:rsidRDefault="00C56FDF" w:rsidP="00AB118A">
            <w:pPr>
              <w:suppressAutoHyphens w:val="0"/>
              <w:spacing w:line="210" w:lineRule="exact"/>
              <w:ind w:left="-145" w:right="-96"/>
              <w:jc w:val="center"/>
              <w:rPr>
                <w:bCs/>
                <w:sz w:val="23"/>
                <w:szCs w:val="23"/>
              </w:rPr>
            </w:pPr>
            <w:r w:rsidRPr="000C4616">
              <w:rPr>
                <w:bCs/>
                <w:sz w:val="23"/>
                <w:szCs w:val="23"/>
              </w:rPr>
              <w:t>По выплате компенсации педагогическим работникам муниципальных образовательных организаций, участвующим по решению уполномоченного органа</w:t>
            </w:r>
            <w:r w:rsidRPr="000C4616">
              <w:rPr>
                <w:bCs/>
                <w:color w:val="FF0000"/>
                <w:sz w:val="23"/>
                <w:szCs w:val="23"/>
              </w:rPr>
              <w:t xml:space="preserve"> </w:t>
            </w:r>
            <w:r w:rsidRPr="000C4616">
              <w:rPr>
                <w:bCs/>
                <w:sz w:val="23"/>
                <w:szCs w:val="23"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044D78" w:rsidRDefault="00044D78" w:rsidP="00DC312E">
      <w:pPr>
        <w:spacing w:line="40" w:lineRule="exact"/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189"/>
        <w:gridCol w:w="1924"/>
        <w:gridCol w:w="1837"/>
        <w:gridCol w:w="2975"/>
        <w:gridCol w:w="2133"/>
        <w:gridCol w:w="1984"/>
      </w:tblGrid>
      <w:tr w:rsidR="000C4616" w:rsidRPr="000C4616" w:rsidTr="00DA180B">
        <w:trPr>
          <w:tblHeader/>
        </w:trPr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1</w:t>
            </w:r>
          </w:p>
        </w:tc>
        <w:tc>
          <w:tcPr>
            <w:tcW w:w="702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2</w:t>
            </w:r>
          </w:p>
        </w:tc>
        <w:tc>
          <w:tcPr>
            <w:tcW w:w="617" w:type="pct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3</w:t>
            </w:r>
          </w:p>
        </w:tc>
        <w:tc>
          <w:tcPr>
            <w:tcW w:w="589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4</w:t>
            </w:r>
          </w:p>
        </w:tc>
        <w:tc>
          <w:tcPr>
            <w:tcW w:w="954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5</w:t>
            </w:r>
          </w:p>
        </w:tc>
        <w:tc>
          <w:tcPr>
            <w:tcW w:w="684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6</w:t>
            </w:r>
          </w:p>
        </w:tc>
        <w:tc>
          <w:tcPr>
            <w:tcW w:w="636" w:type="pct"/>
          </w:tcPr>
          <w:p w:rsidR="00233EBC" w:rsidRPr="000C4616" w:rsidRDefault="00233EBC" w:rsidP="00DA180B">
            <w:pPr>
              <w:widowControl w:val="0"/>
              <w:suppressAutoHyphens w:val="0"/>
              <w:jc w:val="center"/>
            </w:pPr>
            <w:r w:rsidRPr="000C4616">
              <w:t>7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 xml:space="preserve">Городской округ </w:t>
            </w:r>
            <w:r w:rsidRPr="000C4616">
              <w:rPr>
                <w:color w:val="000000"/>
              </w:rPr>
              <w:lastRenderedPageBreak/>
              <w:t>«Город Хабаровск»</w:t>
            </w:r>
          </w:p>
        </w:tc>
        <w:tc>
          <w:tcPr>
            <w:tcW w:w="702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296 891,96</w:t>
            </w:r>
          </w:p>
        </w:tc>
        <w:tc>
          <w:tcPr>
            <w:tcW w:w="617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13 274,46</w:t>
            </w:r>
          </w:p>
        </w:tc>
        <w:tc>
          <w:tcPr>
            <w:tcW w:w="589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4 204,85</w:t>
            </w:r>
          </w:p>
        </w:tc>
        <w:tc>
          <w:tcPr>
            <w:tcW w:w="954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0,00</w:t>
            </w:r>
          </w:p>
        </w:tc>
        <w:tc>
          <w:tcPr>
            <w:tcW w:w="684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275 084,48</w:t>
            </w:r>
          </w:p>
        </w:tc>
        <w:tc>
          <w:tcPr>
            <w:tcW w:w="636" w:type="pct"/>
            <w:vAlign w:val="bottom"/>
          </w:tcPr>
          <w:p w:rsidR="00E23CB8" w:rsidRDefault="00E23CB8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4 328,17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lastRenderedPageBreak/>
              <w:t>Городской округ «Город Комсомольск-на-Амуре» Хабаровского края</w:t>
            </w:r>
          </w:p>
        </w:tc>
        <w:tc>
          <w:tcPr>
            <w:tcW w:w="702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174 212,13</w:t>
            </w:r>
          </w:p>
        </w:tc>
        <w:tc>
          <w:tcPr>
            <w:tcW w:w="617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8 245,98</w:t>
            </w:r>
          </w:p>
        </w:tc>
        <w:tc>
          <w:tcPr>
            <w:tcW w:w="589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1 504,27</w:t>
            </w:r>
          </w:p>
        </w:tc>
        <w:tc>
          <w:tcPr>
            <w:tcW w:w="954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684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161 784,16</w:t>
            </w:r>
          </w:p>
        </w:tc>
        <w:tc>
          <w:tcPr>
            <w:tcW w:w="636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2 677,72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Охотский муниципальный округ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34 019,02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590,88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28 532,46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4 742,34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153,34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Советско-Гаванский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35 509,43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1 376,55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74,10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18 878,89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14 641,73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538,16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Николаевский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44 678,81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1 442,51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29,60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26 543,46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16 390,74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272,50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Амурский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92 070,01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1 619,87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1 778,40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50 792,27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37 324,66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554,81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Бикинский</w:t>
            </w:r>
            <w:proofErr w:type="spellEnd"/>
            <w:r w:rsidRPr="000C4616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21 578,91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65,76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613,52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12 245,63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8 549,28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104,72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Аяно</w:t>
            </w:r>
            <w:proofErr w:type="spellEnd"/>
            <w:r w:rsidRPr="000C4616">
              <w:rPr>
                <w:color w:val="000000"/>
              </w:rPr>
              <w:t>-Майский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11 597,45</w:t>
            </w:r>
          </w:p>
        </w:tc>
        <w:tc>
          <w:tcPr>
            <w:tcW w:w="617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462,00</w:t>
            </w:r>
          </w:p>
        </w:tc>
        <w:tc>
          <w:tcPr>
            <w:tcW w:w="589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9 043,80</w:t>
            </w:r>
          </w:p>
        </w:tc>
        <w:tc>
          <w:tcPr>
            <w:tcW w:w="684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2 029,73</w:t>
            </w:r>
          </w:p>
        </w:tc>
        <w:tc>
          <w:tcPr>
            <w:tcW w:w="636" w:type="pct"/>
            <w:vAlign w:val="bottom"/>
          </w:tcPr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928B5" w:rsidRPr="000C4616" w:rsidRDefault="004928B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61,92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Ванинский</w:t>
            </w:r>
            <w:proofErr w:type="spellEnd"/>
            <w:r w:rsidRPr="000C4616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91 410,60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915,40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40,50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73 350,46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16 346,18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758,06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Верхнебуреинский</w:t>
            </w:r>
            <w:proofErr w:type="spellEnd"/>
            <w:r w:rsidRPr="000C4616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80 349,04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552,83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588,69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64 480,02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14 317,09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410,41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Вяземский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33 525,68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740,50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847,61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20 189,39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11 633,94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114,24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 xml:space="preserve">Комсомольский муниципальный район </w:t>
            </w:r>
            <w:r w:rsidRPr="000C4616">
              <w:rPr>
                <w:color w:val="000000"/>
              </w:rPr>
              <w:lastRenderedPageBreak/>
              <w:t>Хабаровского края</w:t>
            </w:r>
          </w:p>
        </w:tc>
        <w:tc>
          <w:tcPr>
            <w:tcW w:w="702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95 392,10</w:t>
            </w:r>
          </w:p>
        </w:tc>
        <w:tc>
          <w:tcPr>
            <w:tcW w:w="617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1 209,33</w:t>
            </w:r>
          </w:p>
        </w:tc>
        <w:tc>
          <w:tcPr>
            <w:tcW w:w="589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419,76</w:t>
            </w:r>
          </w:p>
        </w:tc>
        <w:tc>
          <w:tcPr>
            <w:tcW w:w="954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85 229,06</w:t>
            </w:r>
          </w:p>
        </w:tc>
        <w:tc>
          <w:tcPr>
            <w:tcW w:w="684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8 342,25</w:t>
            </w:r>
          </w:p>
        </w:tc>
        <w:tc>
          <w:tcPr>
            <w:tcW w:w="636" w:type="pct"/>
            <w:vAlign w:val="bottom"/>
          </w:tcPr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54F5C" w:rsidRDefault="00F54F5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 w:rsidRPr="000C4616">
              <w:rPr>
                <w:color w:val="000000"/>
              </w:rPr>
              <w:t>191,70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Муниципальный район имени Лазо Хабаровского края</w:t>
            </w:r>
          </w:p>
        </w:tc>
        <w:tc>
          <w:tcPr>
            <w:tcW w:w="702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138 869,74</w:t>
            </w:r>
          </w:p>
        </w:tc>
        <w:tc>
          <w:tcPr>
            <w:tcW w:w="617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581,12</w:t>
            </w:r>
          </w:p>
        </w:tc>
        <w:tc>
          <w:tcPr>
            <w:tcW w:w="589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660,61</w:t>
            </w:r>
          </w:p>
        </w:tc>
        <w:tc>
          <w:tcPr>
            <w:tcW w:w="954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112 575,01</w:t>
            </w:r>
          </w:p>
        </w:tc>
        <w:tc>
          <w:tcPr>
            <w:tcW w:w="684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24 772,76</w:t>
            </w:r>
          </w:p>
        </w:tc>
        <w:tc>
          <w:tcPr>
            <w:tcW w:w="636" w:type="pct"/>
            <w:vAlign w:val="bottom"/>
          </w:tcPr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C4616" w:rsidRDefault="000C4616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280,24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Нанайский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56 429,87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704,05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42 656,46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12 913,14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156,22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Муниципальный район имени Полины Осипенко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14 579,66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352,65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11 764,78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2 282,54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179,69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Солнечный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91 833,40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1 382,26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159,60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72 382,48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17 327,96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581,10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Тугуро-Чумиканский</w:t>
            </w:r>
            <w:proofErr w:type="spellEnd"/>
            <w:r w:rsidRPr="000C4616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9 636,67</w:t>
            </w:r>
          </w:p>
        </w:tc>
        <w:tc>
          <w:tcPr>
            <w:tcW w:w="617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269,94</w:t>
            </w:r>
          </w:p>
        </w:tc>
        <w:tc>
          <w:tcPr>
            <w:tcW w:w="589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7 899,60</w:t>
            </w:r>
          </w:p>
        </w:tc>
        <w:tc>
          <w:tcPr>
            <w:tcW w:w="684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1 413,17</w:t>
            </w:r>
          </w:p>
        </w:tc>
        <w:tc>
          <w:tcPr>
            <w:tcW w:w="636" w:type="pct"/>
            <w:vAlign w:val="bottom"/>
          </w:tcPr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01E65" w:rsidRPr="000C4616" w:rsidRDefault="00201E65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53,96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C4616">
              <w:rPr>
                <w:color w:val="000000"/>
              </w:rPr>
              <w:t>Ульчский</w:t>
            </w:r>
            <w:proofErr w:type="spellEnd"/>
            <w:r w:rsidRPr="000C4616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44 994,91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517,86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0,00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36 675,19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6 964,32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837,54</w:t>
            </w:r>
          </w:p>
        </w:tc>
      </w:tr>
      <w:tr w:rsidR="000C4616" w:rsidRPr="000C4616" w:rsidTr="00DA180B">
        <w:tc>
          <w:tcPr>
            <w:tcW w:w="818" w:type="pct"/>
            <w:vAlign w:val="center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Хабаровский муниципальный район Хабаровского края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191 784,91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1 249,79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1 400,38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150 606,53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38 056,61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color w:val="000000"/>
              </w:rPr>
              <w:t>471,60</w:t>
            </w:r>
          </w:p>
        </w:tc>
      </w:tr>
      <w:tr w:rsidR="000C4616" w:rsidRPr="000C4616" w:rsidTr="00DA180B">
        <w:tc>
          <w:tcPr>
            <w:tcW w:w="818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2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1 559 364,30</w:t>
            </w:r>
          </w:p>
        </w:tc>
        <w:tc>
          <w:tcPr>
            <w:tcW w:w="617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35 553,74</w:t>
            </w:r>
          </w:p>
        </w:tc>
        <w:tc>
          <w:tcPr>
            <w:tcW w:w="589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12 321,89</w:t>
            </w:r>
          </w:p>
        </w:tc>
        <w:tc>
          <w:tcPr>
            <w:tcW w:w="95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823 845,49</w:t>
            </w:r>
          </w:p>
        </w:tc>
        <w:tc>
          <w:tcPr>
            <w:tcW w:w="684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674 917,08</w:t>
            </w:r>
          </w:p>
        </w:tc>
        <w:tc>
          <w:tcPr>
            <w:tcW w:w="636" w:type="pct"/>
            <w:vAlign w:val="bottom"/>
          </w:tcPr>
          <w:p w:rsidR="00233EBC" w:rsidRPr="000C4616" w:rsidRDefault="00233EBC" w:rsidP="00DA180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C4616">
              <w:rPr>
                <w:b/>
                <w:bCs/>
                <w:color w:val="000000"/>
              </w:rPr>
              <w:t>12 726,10</w:t>
            </w:r>
          </w:p>
        </w:tc>
      </w:tr>
    </w:tbl>
    <w:p w:rsidR="00866B89" w:rsidRDefault="000C4616" w:rsidP="008338A4">
      <w:pPr>
        <w:tabs>
          <w:tab w:val="left" w:pos="12510"/>
        </w:tabs>
        <w:ind w:right="-456"/>
        <w:jc w:val="both"/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866B89" w:rsidRDefault="00866B89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FD6E80" w:rsidRPr="00FF453D" w:rsidRDefault="00FD6E80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0C4616" w:rsidRDefault="008338A4" w:rsidP="008338A4">
      <w:pPr>
        <w:widowControl w:val="0"/>
        <w:autoSpaceDE w:val="0"/>
        <w:autoSpaceDN w:val="0"/>
        <w:adjustRightInd w:val="0"/>
        <w:ind w:right="-456"/>
        <w:rPr>
          <w:color w:val="000000"/>
          <w:sz w:val="26"/>
          <w:szCs w:val="26"/>
        </w:rPr>
      </w:pPr>
      <w:r w:rsidRPr="008338A4">
        <w:rPr>
          <w:color w:val="000000"/>
          <w:sz w:val="26"/>
          <w:szCs w:val="26"/>
        </w:rPr>
        <w:t xml:space="preserve">Губернатор </w:t>
      </w:r>
    </w:p>
    <w:p w:rsidR="008A3610" w:rsidRPr="00FF453D" w:rsidRDefault="008338A4" w:rsidP="000C4616">
      <w:pPr>
        <w:widowControl w:val="0"/>
        <w:autoSpaceDE w:val="0"/>
        <w:autoSpaceDN w:val="0"/>
        <w:adjustRightInd w:val="0"/>
        <w:ind w:right="111"/>
        <w:rPr>
          <w:sz w:val="26"/>
          <w:szCs w:val="26"/>
        </w:rPr>
      </w:pPr>
      <w:r w:rsidRPr="008338A4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</w:t>
      </w:r>
      <w:r w:rsidR="000C4616">
        <w:rPr>
          <w:color w:val="000000"/>
          <w:sz w:val="26"/>
          <w:szCs w:val="26"/>
        </w:rPr>
        <w:t xml:space="preserve">                              </w:t>
      </w:r>
      <w:r w:rsidRPr="008338A4">
        <w:rPr>
          <w:color w:val="000000"/>
          <w:sz w:val="26"/>
          <w:szCs w:val="26"/>
        </w:rPr>
        <w:t>М.В. Дегтярев</w:t>
      </w:r>
    </w:p>
    <w:sectPr w:rsidR="008A3610" w:rsidRPr="00FF453D" w:rsidSect="000C4616">
      <w:headerReference w:type="default" r:id="rId9"/>
      <w:footerReference w:type="default" r:id="rId10"/>
      <w:footerReference w:type="first" r:id="rId11"/>
      <w:pgSz w:w="16838" w:h="11906" w:orient="landscape" w:code="9"/>
      <w:pgMar w:top="454" w:right="567" w:bottom="45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25" w:rsidRDefault="00E16025">
      <w:r>
        <w:separator/>
      </w:r>
    </w:p>
  </w:endnote>
  <w:endnote w:type="continuationSeparator" w:id="0">
    <w:p w:rsidR="00E16025" w:rsidRDefault="00E1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77F" w:rsidRPr="0030277F" w:rsidRDefault="0030277F" w:rsidP="0030277F">
    <w:pPr>
      <w:pStyle w:val="a5"/>
      <w:rPr>
        <w:sz w:val="14"/>
        <w:szCs w:val="14"/>
      </w:rPr>
    </w:pP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FILENAME  \p  \* MERGEFORMAT </w:instrText>
    </w:r>
    <w:r w:rsidRPr="0030277F">
      <w:rPr>
        <w:sz w:val="14"/>
        <w:szCs w:val="14"/>
      </w:rPr>
      <w:fldChar w:fldCharType="separate"/>
    </w:r>
    <w:r w:rsidR="000C4616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развитию\ЗП-VII-505\zp2-VII-505_v231123_budget01_приложение40.docx</w:t>
    </w:r>
    <w:r w:rsidRPr="0030277F">
      <w:rPr>
        <w:sz w:val="14"/>
        <w:szCs w:val="14"/>
      </w:rPr>
      <w:fldChar w:fldCharType="end"/>
    </w:r>
    <w:r w:rsidRPr="0030277F">
      <w:rPr>
        <w:sz w:val="14"/>
        <w:szCs w:val="14"/>
      </w:rPr>
      <w:t>\</w:t>
    </w: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USERNAME   \* MERGEFORMAT </w:instrText>
    </w:r>
    <w:r w:rsidRPr="0030277F">
      <w:rPr>
        <w:sz w:val="14"/>
        <w:szCs w:val="14"/>
      </w:rPr>
      <w:fldChar w:fldCharType="separate"/>
    </w:r>
    <w:r w:rsidR="000C4616">
      <w:rPr>
        <w:noProof/>
        <w:sz w:val="14"/>
        <w:szCs w:val="14"/>
      </w:rPr>
      <w:t>org_budget01</w:t>
    </w:r>
    <w:r w:rsidRPr="0030277F">
      <w:rPr>
        <w:sz w:val="14"/>
        <w:szCs w:val="14"/>
      </w:rPr>
      <w:fldChar w:fldCharType="end"/>
    </w:r>
    <w:r w:rsidRPr="0030277F">
      <w:rPr>
        <w:sz w:val="14"/>
        <w:szCs w:val="14"/>
      </w:rPr>
      <w:t>\</w:t>
    </w: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TIME  \@ "dd.MM.yyyy H:mm:ss"  \* MERGEFORMAT </w:instrText>
    </w:r>
    <w:r w:rsidRPr="0030277F">
      <w:rPr>
        <w:sz w:val="14"/>
        <w:szCs w:val="14"/>
      </w:rPr>
      <w:fldChar w:fldCharType="separate"/>
    </w:r>
    <w:r w:rsidR="00F54F5C">
      <w:rPr>
        <w:noProof/>
        <w:sz w:val="14"/>
        <w:szCs w:val="14"/>
      </w:rPr>
      <w:t>01.12.2023 14:35:20</w:t>
    </w:r>
    <w:r w:rsidRPr="0030277F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77F" w:rsidRPr="0030277F" w:rsidRDefault="0030277F">
    <w:pPr>
      <w:pStyle w:val="a5"/>
      <w:rPr>
        <w:sz w:val="14"/>
        <w:szCs w:val="14"/>
      </w:rPr>
    </w:pP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FILENAME  \p  \* MERGEFORMAT </w:instrText>
    </w:r>
    <w:r w:rsidRPr="0030277F">
      <w:rPr>
        <w:sz w:val="14"/>
        <w:szCs w:val="14"/>
      </w:rPr>
      <w:fldChar w:fldCharType="separate"/>
    </w:r>
    <w:r w:rsidR="000C4616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развитию\ЗП-VII-505\zp2-VII-505_v231123_budget01_приложение40.docx</w:t>
    </w:r>
    <w:r w:rsidRPr="0030277F">
      <w:rPr>
        <w:sz w:val="14"/>
        <w:szCs w:val="14"/>
      </w:rPr>
      <w:fldChar w:fldCharType="end"/>
    </w:r>
    <w:r w:rsidRPr="0030277F">
      <w:rPr>
        <w:sz w:val="14"/>
        <w:szCs w:val="14"/>
      </w:rPr>
      <w:t>\</w:t>
    </w: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USERNAME   \* MERGEFORMAT </w:instrText>
    </w:r>
    <w:r w:rsidRPr="0030277F">
      <w:rPr>
        <w:sz w:val="14"/>
        <w:szCs w:val="14"/>
      </w:rPr>
      <w:fldChar w:fldCharType="separate"/>
    </w:r>
    <w:r w:rsidR="000C4616">
      <w:rPr>
        <w:noProof/>
        <w:sz w:val="14"/>
        <w:szCs w:val="14"/>
      </w:rPr>
      <w:t>org_budget01</w:t>
    </w:r>
    <w:r w:rsidRPr="0030277F">
      <w:rPr>
        <w:sz w:val="14"/>
        <w:szCs w:val="14"/>
      </w:rPr>
      <w:fldChar w:fldCharType="end"/>
    </w:r>
    <w:r w:rsidRPr="0030277F">
      <w:rPr>
        <w:sz w:val="14"/>
        <w:szCs w:val="14"/>
      </w:rPr>
      <w:t>\</w:t>
    </w:r>
    <w:r w:rsidRPr="0030277F">
      <w:rPr>
        <w:sz w:val="14"/>
        <w:szCs w:val="14"/>
      </w:rPr>
      <w:fldChar w:fldCharType="begin"/>
    </w:r>
    <w:r w:rsidRPr="0030277F">
      <w:rPr>
        <w:sz w:val="14"/>
        <w:szCs w:val="14"/>
      </w:rPr>
      <w:instrText xml:space="preserve"> TIME  \@ "dd.MM.yyyy H:mm:ss"  \* MERGEFORMAT </w:instrText>
    </w:r>
    <w:r w:rsidRPr="0030277F">
      <w:rPr>
        <w:sz w:val="14"/>
        <w:szCs w:val="14"/>
      </w:rPr>
      <w:fldChar w:fldCharType="separate"/>
    </w:r>
    <w:r w:rsidR="00F54F5C">
      <w:rPr>
        <w:noProof/>
        <w:sz w:val="14"/>
        <w:szCs w:val="14"/>
      </w:rPr>
      <w:t>01.12.2023 14:35:20</w:t>
    </w:r>
    <w:r w:rsidRPr="0030277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25" w:rsidRDefault="00E16025">
      <w:r>
        <w:separator/>
      </w:r>
    </w:p>
  </w:footnote>
  <w:footnote w:type="continuationSeparator" w:id="0">
    <w:p w:rsidR="00E16025" w:rsidRDefault="00E1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F43" w:rsidRPr="000C4616" w:rsidRDefault="00F54F5C" w:rsidP="003D7991">
    <w:pPr>
      <w:pStyle w:val="a3"/>
      <w:jc w:val="center"/>
      <w:rPr>
        <w:sz w:val="26"/>
        <w:szCs w:val="26"/>
      </w:rPr>
    </w:pPr>
    <w:sdt>
      <w:sdtPr>
        <w:rPr>
          <w:sz w:val="26"/>
          <w:szCs w:val="26"/>
        </w:rPr>
        <w:id w:val="1597444265"/>
        <w:docPartObj>
          <w:docPartGallery w:val="Page Numbers (Top of Page)"/>
          <w:docPartUnique/>
        </w:docPartObj>
      </w:sdtPr>
      <w:sdtEndPr/>
      <w:sdtContent>
        <w:r w:rsidR="003D7991" w:rsidRPr="000C4616">
          <w:rPr>
            <w:sz w:val="26"/>
            <w:szCs w:val="26"/>
          </w:rPr>
          <w:t xml:space="preserve">                                                                                                                         </w:t>
        </w:r>
        <w:r w:rsidR="002163DE" w:rsidRPr="000C4616">
          <w:rPr>
            <w:sz w:val="26"/>
            <w:szCs w:val="26"/>
          </w:rPr>
          <w:fldChar w:fldCharType="begin"/>
        </w:r>
        <w:r w:rsidR="002163DE" w:rsidRPr="000C4616">
          <w:rPr>
            <w:sz w:val="26"/>
            <w:szCs w:val="26"/>
          </w:rPr>
          <w:instrText>PAGE   \* MERGEFORMAT</w:instrText>
        </w:r>
        <w:r w:rsidR="002163DE" w:rsidRPr="000C4616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3</w:t>
        </w:r>
        <w:r w:rsidR="002163DE" w:rsidRPr="000C4616">
          <w:rPr>
            <w:sz w:val="26"/>
            <w:szCs w:val="26"/>
          </w:rPr>
          <w:fldChar w:fldCharType="end"/>
        </w:r>
      </w:sdtContent>
    </w:sdt>
    <w:r w:rsidR="003D7991" w:rsidRPr="000C4616">
      <w:rPr>
        <w:sz w:val="26"/>
        <w:szCs w:val="26"/>
      </w:rPr>
      <w:t xml:space="preserve">                                                                </w:t>
    </w:r>
    <w:r w:rsidR="002163DE" w:rsidRPr="000C4616">
      <w:rPr>
        <w:sz w:val="26"/>
        <w:szCs w:val="26"/>
      </w:rPr>
      <w:t>Продолжение приложения</w:t>
    </w:r>
    <w:r w:rsidR="008338A4" w:rsidRPr="000C4616">
      <w:rPr>
        <w:sz w:val="26"/>
        <w:szCs w:val="26"/>
      </w:rPr>
      <w:t xml:space="preserve"> </w:t>
    </w:r>
    <w:r w:rsidR="000C4616" w:rsidRPr="000C4616">
      <w:rPr>
        <w:sz w:val="26"/>
        <w:szCs w:val="26"/>
      </w:rPr>
      <w:t>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 w15:restartNumberingAfterBreak="0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 w15:restartNumberingAfterBreak="0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3874"/>
    <w:rsid w:val="00004151"/>
    <w:rsid w:val="000078B6"/>
    <w:rsid w:val="000109F7"/>
    <w:rsid w:val="00012DD3"/>
    <w:rsid w:val="000159B2"/>
    <w:rsid w:val="00015B63"/>
    <w:rsid w:val="000164A8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4D78"/>
    <w:rsid w:val="000456F7"/>
    <w:rsid w:val="000461DC"/>
    <w:rsid w:val="00046AE9"/>
    <w:rsid w:val="00046BF2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2E19"/>
    <w:rsid w:val="0008311E"/>
    <w:rsid w:val="00083EFB"/>
    <w:rsid w:val="00084873"/>
    <w:rsid w:val="00085B37"/>
    <w:rsid w:val="00085C49"/>
    <w:rsid w:val="00086168"/>
    <w:rsid w:val="00087998"/>
    <w:rsid w:val="000918E7"/>
    <w:rsid w:val="00095D95"/>
    <w:rsid w:val="00097596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616"/>
    <w:rsid w:val="000C4E41"/>
    <w:rsid w:val="000C5CF1"/>
    <w:rsid w:val="000C60E4"/>
    <w:rsid w:val="000D03B5"/>
    <w:rsid w:val="000D0E2C"/>
    <w:rsid w:val="000D2298"/>
    <w:rsid w:val="000D373C"/>
    <w:rsid w:val="000E0046"/>
    <w:rsid w:val="000E05E0"/>
    <w:rsid w:val="000E1D0C"/>
    <w:rsid w:val="000E3164"/>
    <w:rsid w:val="000E5752"/>
    <w:rsid w:val="000F01E4"/>
    <w:rsid w:val="000F08D2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07D8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3562"/>
    <w:rsid w:val="00153954"/>
    <w:rsid w:val="00156834"/>
    <w:rsid w:val="00156A4D"/>
    <w:rsid w:val="00160484"/>
    <w:rsid w:val="001660E8"/>
    <w:rsid w:val="00166300"/>
    <w:rsid w:val="00167F43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526"/>
    <w:rsid w:val="001A5E73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6051"/>
    <w:rsid w:val="001D641E"/>
    <w:rsid w:val="001D712B"/>
    <w:rsid w:val="001D79B5"/>
    <w:rsid w:val="001E15ED"/>
    <w:rsid w:val="001E1E8E"/>
    <w:rsid w:val="001E276E"/>
    <w:rsid w:val="001E4AC1"/>
    <w:rsid w:val="001E7D69"/>
    <w:rsid w:val="001F204A"/>
    <w:rsid w:val="002005E8"/>
    <w:rsid w:val="00201149"/>
    <w:rsid w:val="0020142A"/>
    <w:rsid w:val="00201C23"/>
    <w:rsid w:val="00201E65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2BA"/>
    <w:rsid w:val="00224623"/>
    <w:rsid w:val="002259BD"/>
    <w:rsid w:val="00226DA3"/>
    <w:rsid w:val="002270E7"/>
    <w:rsid w:val="00230DE8"/>
    <w:rsid w:val="00233256"/>
    <w:rsid w:val="00233465"/>
    <w:rsid w:val="00233EBC"/>
    <w:rsid w:val="00236358"/>
    <w:rsid w:val="00240E5A"/>
    <w:rsid w:val="00241B2B"/>
    <w:rsid w:val="00243AC5"/>
    <w:rsid w:val="00243D27"/>
    <w:rsid w:val="002459AC"/>
    <w:rsid w:val="002466A7"/>
    <w:rsid w:val="002527CB"/>
    <w:rsid w:val="00253A80"/>
    <w:rsid w:val="00254452"/>
    <w:rsid w:val="00255F9A"/>
    <w:rsid w:val="00256314"/>
    <w:rsid w:val="00261921"/>
    <w:rsid w:val="00262354"/>
    <w:rsid w:val="00263610"/>
    <w:rsid w:val="00266E9A"/>
    <w:rsid w:val="0026726C"/>
    <w:rsid w:val="002723C4"/>
    <w:rsid w:val="00272CE7"/>
    <w:rsid w:val="002732ED"/>
    <w:rsid w:val="00275EFE"/>
    <w:rsid w:val="002764BF"/>
    <w:rsid w:val="00277AD9"/>
    <w:rsid w:val="00277F62"/>
    <w:rsid w:val="00281404"/>
    <w:rsid w:val="002823BD"/>
    <w:rsid w:val="00283172"/>
    <w:rsid w:val="0028668E"/>
    <w:rsid w:val="002919B3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87E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277F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1D9E"/>
    <w:rsid w:val="00324952"/>
    <w:rsid w:val="003278F8"/>
    <w:rsid w:val="003317B6"/>
    <w:rsid w:val="003346C3"/>
    <w:rsid w:val="003408D1"/>
    <w:rsid w:val="00340A72"/>
    <w:rsid w:val="00341D07"/>
    <w:rsid w:val="00344209"/>
    <w:rsid w:val="00344A7A"/>
    <w:rsid w:val="00345A5F"/>
    <w:rsid w:val="00347FFB"/>
    <w:rsid w:val="0035035A"/>
    <w:rsid w:val="003519FF"/>
    <w:rsid w:val="00352B13"/>
    <w:rsid w:val="00354D5D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EE2"/>
    <w:rsid w:val="00367FD8"/>
    <w:rsid w:val="00370EA4"/>
    <w:rsid w:val="00370F97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A5C88"/>
    <w:rsid w:val="003B00B6"/>
    <w:rsid w:val="003B57E9"/>
    <w:rsid w:val="003C43EE"/>
    <w:rsid w:val="003C45C6"/>
    <w:rsid w:val="003C69DD"/>
    <w:rsid w:val="003D4B51"/>
    <w:rsid w:val="003D4E5E"/>
    <w:rsid w:val="003D7991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05D1"/>
    <w:rsid w:val="00412529"/>
    <w:rsid w:val="0041779C"/>
    <w:rsid w:val="00422DF6"/>
    <w:rsid w:val="004263BC"/>
    <w:rsid w:val="00427065"/>
    <w:rsid w:val="00427466"/>
    <w:rsid w:val="00427F97"/>
    <w:rsid w:val="004307C3"/>
    <w:rsid w:val="00430B7E"/>
    <w:rsid w:val="004318C8"/>
    <w:rsid w:val="00431E07"/>
    <w:rsid w:val="00432103"/>
    <w:rsid w:val="004322AF"/>
    <w:rsid w:val="004330E2"/>
    <w:rsid w:val="004407EC"/>
    <w:rsid w:val="00441DD4"/>
    <w:rsid w:val="0044231F"/>
    <w:rsid w:val="004424EB"/>
    <w:rsid w:val="00443655"/>
    <w:rsid w:val="00443A88"/>
    <w:rsid w:val="00443C2E"/>
    <w:rsid w:val="00443C87"/>
    <w:rsid w:val="0044558F"/>
    <w:rsid w:val="00450940"/>
    <w:rsid w:val="0045654B"/>
    <w:rsid w:val="00456FE0"/>
    <w:rsid w:val="00460689"/>
    <w:rsid w:val="004611E8"/>
    <w:rsid w:val="00461592"/>
    <w:rsid w:val="00463A9A"/>
    <w:rsid w:val="0047132E"/>
    <w:rsid w:val="0047304A"/>
    <w:rsid w:val="00473C4F"/>
    <w:rsid w:val="00473E36"/>
    <w:rsid w:val="004744DB"/>
    <w:rsid w:val="00475A03"/>
    <w:rsid w:val="00475F71"/>
    <w:rsid w:val="00477FF6"/>
    <w:rsid w:val="00483DBB"/>
    <w:rsid w:val="004855E3"/>
    <w:rsid w:val="00490CBD"/>
    <w:rsid w:val="004911E3"/>
    <w:rsid w:val="0049138F"/>
    <w:rsid w:val="00491675"/>
    <w:rsid w:val="004928B5"/>
    <w:rsid w:val="00492C4C"/>
    <w:rsid w:val="00493FE4"/>
    <w:rsid w:val="0049413A"/>
    <w:rsid w:val="00494AEE"/>
    <w:rsid w:val="004A056B"/>
    <w:rsid w:val="004A3DE7"/>
    <w:rsid w:val="004A6059"/>
    <w:rsid w:val="004A6FD6"/>
    <w:rsid w:val="004A7F61"/>
    <w:rsid w:val="004B010E"/>
    <w:rsid w:val="004B0783"/>
    <w:rsid w:val="004B181D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727F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2BAC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70755"/>
    <w:rsid w:val="005730D5"/>
    <w:rsid w:val="00576027"/>
    <w:rsid w:val="005772CE"/>
    <w:rsid w:val="0057776F"/>
    <w:rsid w:val="005819B7"/>
    <w:rsid w:val="00582041"/>
    <w:rsid w:val="00582F4E"/>
    <w:rsid w:val="005844F1"/>
    <w:rsid w:val="00584951"/>
    <w:rsid w:val="00584972"/>
    <w:rsid w:val="005860C2"/>
    <w:rsid w:val="00586223"/>
    <w:rsid w:val="00590515"/>
    <w:rsid w:val="00591002"/>
    <w:rsid w:val="0059116A"/>
    <w:rsid w:val="00596455"/>
    <w:rsid w:val="005A0D9A"/>
    <w:rsid w:val="005A3897"/>
    <w:rsid w:val="005A4350"/>
    <w:rsid w:val="005A7250"/>
    <w:rsid w:val="005A77FF"/>
    <w:rsid w:val="005B6CCE"/>
    <w:rsid w:val="005C06DD"/>
    <w:rsid w:val="005C098E"/>
    <w:rsid w:val="005C1F8C"/>
    <w:rsid w:val="005C6C18"/>
    <w:rsid w:val="005C6D75"/>
    <w:rsid w:val="005C7181"/>
    <w:rsid w:val="005D1509"/>
    <w:rsid w:val="005D248E"/>
    <w:rsid w:val="005D553D"/>
    <w:rsid w:val="005D5AE9"/>
    <w:rsid w:val="005E2EAE"/>
    <w:rsid w:val="005F3E36"/>
    <w:rsid w:val="005F468D"/>
    <w:rsid w:val="005F54D4"/>
    <w:rsid w:val="005F5563"/>
    <w:rsid w:val="005F5DE0"/>
    <w:rsid w:val="005F6376"/>
    <w:rsid w:val="005F77FD"/>
    <w:rsid w:val="00600C64"/>
    <w:rsid w:val="00600C81"/>
    <w:rsid w:val="00601EF6"/>
    <w:rsid w:val="00603EFF"/>
    <w:rsid w:val="0060482F"/>
    <w:rsid w:val="00607047"/>
    <w:rsid w:val="006072AA"/>
    <w:rsid w:val="0061396D"/>
    <w:rsid w:val="00615BA0"/>
    <w:rsid w:val="0062057C"/>
    <w:rsid w:val="006217F2"/>
    <w:rsid w:val="00625D9F"/>
    <w:rsid w:val="006270B7"/>
    <w:rsid w:val="00630C4C"/>
    <w:rsid w:val="0063249B"/>
    <w:rsid w:val="006326B0"/>
    <w:rsid w:val="00634E00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60001"/>
    <w:rsid w:val="006608EE"/>
    <w:rsid w:val="006627AF"/>
    <w:rsid w:val="006627CB"/>
    <w:rsid w:val="00663A5A"/>
    <w:rsid w:val="00666E6B"/>
    <w:rsid w:val="00671701"/>
    <w:rsid w:val="0067257E"/>
    <w:rsid w:val="00673D77"/>
    <w:rsid w:val="006753CF"/>
    <w:rsid w:val="00675F50"/>
    <w:rsid w:val="006831A9"/>
    <w:rsid w:val="006867E0"/>
    <w:rsid w:val="00694190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D09EA"/>
    <w:rsid w:val="006D21A7"/>
    <w:rsid w:val="006D452F"/>
    <w:rsid w:val="006D70C9"/>
    <w:rsid w:val="006E0A09"/>
    <w:rsid w:val="006E10FB"/>
    <w:rsid w:val="006E23CA"/>
    <w:rsid w:val="006E62ED"/>
    <w:rsid w:val="006E66F2"/>
    <w:rsid w:val="006E6D79"/>
    <w:rsid w:val="006F0E25"/>
    <w:rsid w:val="006F250A"/>
    <w:rsid w:val="006F7FD3"/>
    <w:rsid w:val="007022EC"/>
    <w:rsid w:val="007023F3"/>
    <w:rsid w:val="00702426"/>
    <w:rsid w:val="007030F1"/>
    <w:rsid w:val="00706702"/>
    <w:rsid w:val="00710C48"/>
    <w:rsid w:val="00713131"/>
    <w:rsid w:val="007143AF"/>
    <w:rsid w:val="00714F93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5CF"/>
    <w:rsid w:val="00733EE2"/>
    <w:rsid w:val="00735A01"/>
    <w:rsid w:val="00736012"/>
    <w:rsid w:val="007367C8"/>
    <w:rsid w:val="00747BF1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3A00"/>
    <w:rsid w:val="00775304"/>
    <w:rsid w:val="00776F9F"/>
    <w:rsid w:val="0078149E"/>
    <w:rsid w:val="00782B10"/>
    <w:rsid w:val="007830CD"/>
    <w:rsid w:val="00790553"/>
    <w:rsid w:val="007918C8"/>
    <w:rsid w:val="00791C1B"/>
    <w:rsid w:val="007939F9"/>
    <w:rsid w:val="007956B4"/>
    <w:rsid w:val="007971A6"/>
    <w:rsid w:val="00797F88"/>
    <w:rsid w:val="007A0A9D"/>
    <w:rsid w:val="007A14C7"/>
    <w:rsid w:val="007A5533"/>
    <w:rsid w:val="007A5F91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0844"/>
    <w:rsid w:val="007E14C6"/>
    <w:rsid w:val="007E14D2"/>
    <w:rsid w:val="007E2BF5"/>
    <w:rsid w:val="007E33FB"/>
    <w:rsid w:val="007E3798"/>
    <w:rsid w:val="007E4468"/>
    <w:rsid w:val="007E4D23"/>
    <w:rsid w:val="007F121B"/>
    <w:rsid w:val="007F3552"/>
    <w:rsid w:val="00801780"/>
    <w:rsid w:val="00802DE6"/>
    <w:rsid w:val="00803AEE"/>
    <w:rsid w:val="00804E53"/>
    <w:rsid w:val="00805CFE"/>
    <w:rsid w:val="008077F8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38A4"/>
    <w:rsid w:val="00836CE8"/>
    <w:rsid w:val="0083740C"/>
    <w:rsid w:val="00841002"/>
    <w:rsid w:val="00845304"/>
    <w:rsid w:val="008457FE"/>
    <w:rsid w:val="008460E2"/>
    <w:rsid w:val="008465DB"/>
    <w:rsid w:val="008521AA"/>
    <w:rsid w:val="008523E5"/>
    <w:rsid w:val="00853D20"/>
    <w:rsid w:val="008549FB"/>
    <w:rsid w:val="008569D0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80559"/>
    <w:rsid w:val="00885B47"/>
    <w:rsid w:val="00890A18"/>
    <w:rsid w:val="00891B36"/>
    <w:rsid w:val="00893078"/>
    <w:rsid w:val="00893C48"/>
    <w:rsid w:val="00894286"/>
    <w:rsid w:val="00894411"/>
    <w:rsid w:val="00896824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32B7"/>
    <w:rsid w:val="008B4AF5"/>
    <w:rsid w:val="008B706E"/>
    <w:rsid w:val="008B7783"/>
    <w:rsid w:val="008C32C6"/>
    <w:rsid w:val="008C3ED5"/>
    <w:rsid w:val="008C4439"/>
    <w:rsid w:val="008C61ED"/>
    <w:rsid w:val="008C6FC4"/>
    <w:rsid w:val="008C77ED"/>
    <w:rsid w:val="008D2ECA"/>
    <w:rsid w:val="008D34FB"/>
    <w:rsid w:val="008D461E"/>
    <w:rsid w:val="008D4E6E"/>
    <w:rsid w:val="008F3143"/>
    <w:rsid w:val="008F38E8"/>
    <w:rsid w:val="008F3DC2"/>
    <w:rsid w:val="008F44C6"/>
    <w:rsid w:val="00902192"/>
    <w:rsid w:val="00903683"/>
    <w:rsid w:val="00906090"/>
    <w:rsid w:val="00907E38"/>
    <w:rsid w:val="00911ED2"/>
    <w:rsid w:val="00914A4D"/>
    <w:rsid w:val="0092072B"/>
    <w:rsid w:val="009232AF"/>
    <w:rsid w:val="00924434"/>
    <w:rsid w:val="009270CA"/>
    <w:rsid w:val="00927AED"/>
    <w:rsid w:val="00932291"/>
    <w:rsid w:val="00932614"/>
    <w:rsid w:val="009363F9"/>
    <w:rsid w:val="00942DB7"/>
    <w:rsid w:val="00944907"/>
    <w:rsid w:val="00944F1B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3052"/>
    <w:rsid w:val="009A3F00"/>
    <w:rsid w:val="009A744B"/>
    <w:rsid w:val="009B017C"/>
    <w:rsid w:val="009B06C9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0693"/>
    <w:rsid w:val="009D141B"/>
    <w:rsid w:val="009D3927"/>
    <w:rsid w:val="009D4E79"/>
    <w:rsid w:val="009D5954"/>
    <w:rsid w:val="009D5E8F"/>
    <w:rsid w:val="009E0CC9"/>
    <w:rsid w:val="009E122F"/>
    <w:rsid w:val="009E3D20"/>
    <w:rsid w:val="009E6A81"/>
    <w:rsid w:val="009E7012"/>
    <w:rsid w:val="009F0369"/>
    <w:rsid w:val="009F0E1E"/>
    <w:rsid w:val="009F1196"/>
    <w:rsid w:val="009F3AB2"/>
    <w:rsid w:val="009F3B82"/>
    <w:rsid w:val="009F3BDD"/>
    <w:rsid w:val="009F42CF"/>
    <w:rsid w:val="009F4F75"/>
    <w:rsid w:val="009F5837"/>
    <w:rsid w:val="009F6543"/>
    <w:rsid w:val="009F6D35"/>
    <w:rsid w:val="00A03FC0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24E0"/>
    <w:rsid w:val="00A63999"/>
    <w:rsid w:val="00A66350"/>
    <w:rsid w:val="00A708AD"/>
    <w:rsid w:val="00A7095E"/>
    <w:rsid w:val="00A71A18"/>
    <w:rsid w:val="00A72C3E"/>
    <w:rsid w:val="00A73346"/>
    <w:rsid w:val="00A734A5"/>
    <w:rsid w:val="00A749E7"/>
    <w:rsid w:val="00A80C4D"/>
    <w:rsid w:val="00A852C3"/>
    <w:rsid w:val="00A85975"/>
    <w:rsid w:val="00A85E33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B0B3C"/>
    <w:rsid w:val="00AB118A"/>
    <w:rsid w:val="00AB2A78"/>
    <w:rsid w:val="00AB57A6"/>
    <w:rsid w:val="00AB7FC2"/>
    <w:rsid w:val="00AC0465"/>
    <w:rsid w:val="00AC175D"/>
    <w:rsid w:val="00AC3D8F"/>
    <w:rsid w:val="00AC44AC"/>
    <w:rsid w:val="00AC477E"/>
    <w:rsid w:val="00AC5773"/>
    <w:rsid w:val="00AD0B11"/>
    <w:rsid w:val="00AD0E01"/>
    <w:rsid w:val="00AD17DC"/>
    <w:rsid w:val="00AD1979"/>
    <w:rsid w:val="00AD1992"/>
    <w:rsid w:val="00AD221E"/>
    <w:rsid w:val="00AD4349"/>
    <w:rsid w:val="00AE175B"/>
    <w:rsid w:val="00AE338E"/>
    <w:rsid w:val="00AE6D5C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2E9F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350CD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4AAA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C6BCE"/>
    <w:rsid w:val="00BD2CA7"/>
    <w:rsid w:val="00BD33B6"/>
    <w:rsid w:val="00BD3717"/>
    <w:rsid w:val="00BD5659"/>
    <w:rsid w:val="00BD5A57"/>
    <w:rsid w:val="00BD670F"/>
    <w:rsid w:val="00BE21F2"/>
    <w:rsid w:val="00BE2674"/>
    <w:rsid w:val="00BE55FD"/>
    <w:rsid w:val="00BE59E9"/>
    <w:rsid w:val="00BF1937"/>
    <w:rsid w:val="00BF1E23"/>
    <w:rsid w:val="00BF3BAD"/>
    <w:rsid w:val="00BF5241"/>
    <w:rsid w:val="00BF74DB"/>
    <w:rsid w:val="00C03CA6"/>
    <w:rsid w:val="00C0573F"/>
    <w:rsid w:val="00C13771"/>
    <w:rsid w:val="00C16BF5"/>
    <w:rsid w:val="00C22320"/>
    <w:rsid w:val="00C23662"/>
    <w:rsid w:val="00C23D70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4545B"/>
    <w:rsid w:val="00C54C1E"/>
    <w:rsid w:val="00C556E4"/>
    <w:rsid w:val="00C55A0F"/>
    <w:rsid w:val="00C56FDF"/>
    <w:rsid w:val="00C57814"/>
    <w:rsid w:val="00C61C75"/>
    <w:rsid w:val="00C65F69"/>
    <w:rsid w:val="00C679E4"/>
    <w:rsid w:val="00C67E72"/>
    <w:rsid w:val="00C72D4A"/>
    <w:rsid w:val="00C74030"/>
    <w:rsid w:val="00C7566B"/>
    <w:rsid w:val="00C80753"/>
    <w:rsid w:val="00C8399D"/>
    <w:rsid w:val="00C83FEA"/>
    <w:rsid w:val="00C878DF"/>
    <w:rsid w:val="00C90BD3"/>
    <w:rsid w:val="00C92938"/>
    <w:rsid w:val="00C936FD"/>
    <w:rsid w:val="00C958BA"/>
    <w:rsid w:val="00C97649"/>
    <w:rsid w:val="00C97D63"/>
    <w:rsid w:val="00CA0E29"/>
    <w:rsid w:val="00CA1676"/>
    <w:rsid w:val="00CA24E7"/>
    <w:rsid w:val="00CA2C07"/>
    <w:rsid w:val="00CA4A03"/>
    <w:rsid w:val="00CA5514"/>
    <w:rsid w:val="00CA60E1"/>
    <w:rsid w:val="00CA77E9"/>
    <w:rsid w:val="00CB121E"/>
    <w:rsid w:val="00CB2FDD"/>
    <w:rsid w:val="00CB7A1A"/>
    <w:rsid w:val="00CC03F4"/>
    <w:rsid w:val="00CC231D"/>
    <w:rsid w:val="00CC6500"/>
    <w:rsid w:val="00CD1A34"/>
    <w:rsid w:val="00CD2912"/>
    <w:rsid w:val="00CD2CBB"/>
    <w:rsid w:val="00CD2E16"/>
    <w:rsid w:val="00CD37C2"/>
    <w:rsid w:val="00CD3FA6"/>
    <w:rsid w:val="00CD44D4"/>
    <w:rsid w:val="00CD569E"/>
    <w:rsid w:val="00CD5FB6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36C5"/>
    <w:rsid w:val="00D06961"/>
    <w:rsid w:val="00D11A9B"/>
    <w:rsid w:val="00D127F7"/>
    <w:rsid w:val="00D12AAE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6088F"/>
    <w:rsid w:val="00D62B14"/>
    <w:rsid w:val="00D66646"/>
    <w:rsid w:val="00D67B13"/>
    <w:rsid w:val="00D67BA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180B"/>
    <w:rsid w:val="00DA22D1"/>
    <w:rsid w:val="00DA24FA"/>
    <w:rsid w:val="00DA3C15"/>
    <w:rsid w:val="00DB3EF3"/>
    <w:rsid w:val="00DB4944"/>
    <w:rsid w:val="00DB7AC2"/>
    <w:rsid w:val="00DB7BD1"/>
    <w:rsid w:val="00DC18FA"/>
    <w:rsid w:val="00DC312E"/>
    <w:rsid w:val="00DC4029"/>
    <w:rsid w:val="00DC432B"/>
    <w:rsid w:val="00DD07E7"/>
    <w:rsid w:val="00DD1749"/>
    <w:rsid w:val="00DD1A7A"/>
    <w:rsid w:val="00DD1ED2"/>
    <w:rsid w:val="00DD3903"/>
    <w:rsid w:val="00DD4BF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F2DA7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6817"/>
    <w:rsid w:val="00E131A5"/>
    <w:rsid w:val="00E146DB"/>
    <w:rsid w:val="00E1533A"/>
    <w:rsid w:val="00E153C7"/>
    <w:rsid w:val="00E156C7"/>
    <w:rsid w:val="00E16025"/>
    <w:rsid w:val="00E170D6"/>
    <w:rsid w:val="00E17564"/>
    <w:rsid w:val="00E17D13"/>
    <w:rsid w:val="00E2327C"/>
    <w:rsid w:val="00E234FB"/>
    <w:rsid w:val="00E23CB8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636A"/>
    <w:rsid w:val="00E7541D"/>
    <w:rsid w:val="00E82D16"/>
    <w:rsid w:val="00E862EA"/>
    <w:rsid w:val="00E87922"/>
    <w:rsid w:val="00E91317"/>
    <w:rsid w:val="00E9537B"/>
    <w:rsid w:val="00E95D12"/>
    <w:rsid w:val="00EA257E"/>
    <w:rsid w:val="00EA3521"/>
    <w:rsid w:val="00EA4709"/>
    <w:rsid w:val="00EB1F73"/>
    <w:rsid w:val="00EB295F"/>
    <w:rsid w:val="00EB5C66"/>
    <w:rsid w:val="00EB6093"/>
    <w:rsid w:val="00EB6831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54F5C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5398"/>
    <w:rsid w:val="00FA4962"/>
    <w:rsid w:val="00FB2DE9"/>
    <w:rsid w:val="00FB5E8C"/>
    <w:rsid w:val="00FC2293"/>
    <w:rsid w:val="00FC719F"/>
    <w:rsid w:val="00FD13CD"/>
    <w:rsid w:val="00FD183A"/>
    <w:rsid w:val="00FD197C"/>
    <w:rsid w:val="00FD6E80"/>
    <w:rsid w:val="00FE57A5"/>
    <w:rsid w:val="00FE5AD8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284B-C216-471C-ABDA-EF9E492C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12</TotalTime>
  <Pages>3</Pages>
  <Words>616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mb01</cp:lastModifiedBy>
  <cp:revision>7</cp:revision>
  <cp:lastPrinted>2022-10-13T23:36:00Z</cp:lastPrinted>
  <dcterms:created xsi:type="dcterms:W3CDTF">2023-11-15T06:50:00Z</dcterms:created>
  <dcterms:modified xsi:type="dcterms:W3CDTF">2023-12-01T04:35:00Z</dcterms:modified>
</cp:coreProperties>
</file>